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4C1E591C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1351FCF3" w:rsidR="00F862D6" w:rsidRPr="003E6B9A" w:rsidRDefault="001A6350" w:rsidP="0037111D">
            <w:r w:rsidRPr="001A6350">
              <w:rPr>
                <w:rFonts w:ascii="Helvetica" w:hAnsi="Helvetica"/>
              </w:rPr>
              <w:t>14104/2024-SŽ-SSV-Ú3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68268D" w:rsidRDefault="00F862D6" w:rsidP="0077673A">
            <w:r w:rsidRPr="0068268D">
              <w:t>Listů/příloh</w:t>
            </w:r>
          </w:p>
        </w:tc>
        <w:tc>
          <w:tcPr>
            <w:tcW w:w="2552" w:type="dxa"/>
          </w:tcPr>
          <w:p w14:paraId="00AF12B3" w14:textId="60C4C5EF" w:rsidR="00F862D6" w:rsidRPr="0068268D" w:rsidRDefault="0068268D" w:rsidP="00CC1E2B">
            <w:r w:rsidRPr="0068268D">
              <w:t>3</w:t>
            </w:r>
            <w:r w:rsidR="003E6B9A" w:rsidRPr="0068268D">
              <w:t>/</w:t>
            </w:r>
            <w:r w:rsidR="00FB0070">
              <w:t>4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253B8C01" w:rsidR="00F862D6" w:rsidRPr="003E6B9A" w:rsidRDefault="00F70F4B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3E9E0B39" w:rsidR="009A7568" w:rsidRPr="003E6B9A" w:rsidRDefault="00F70F4B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49BE419D" w:rsidR="009A7568" w:rsidRPr="003E6B9A" w:rsidRDefault="00F70F4B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2527CDE8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B0070">
              <w:rPr>
                <w:noProof/>
              </w:rPr>
              <w:t>17. prosince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05F8B856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68268D">
        <w:rPr>
          <w:rFonts w:eastAsia="Times New Roman" w:cs="Times New Roman"/>
          <w:lang w:eastAsia="cs-CZ"/>
        </w:rPr>
        <w:t>5</w:t>
      </w:r>
    </w:p>
    <w:p w14:paraId="1C466933" w14:textId="291A95E2" w:rsidR="009206F5" w:rsidRPr="00C84783" w:rsidRDefault="009206F5" w:rsidP="00F70F4B">
      <w:pPr>
        <w:spacing w:after="0" w:line="240" w:lineRule="auto"/>
        <w:ind w:left="705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„</w:t>
      </w:r>
      <w:r w:rsidR="00F70F4B" w:rsidRPr="00F70F4B">
        <w:rPr>
          <w:rFonts w:eastAsia="Calibri" w:cs="Times New Roman"/>
          <w:b/>
          <w:lang w:eastAsia="cs-CZ"/>
        </w:rPr>
        <w:t>Výstavba přejezdu P7699 v km 0,696 Milotice nad Opavou – Vrbno pod Pradědem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2FE1BDCB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A53BC9"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5C4F47A3" w14:textId="5204EC62" w:rsidR="00CB7B5A" w:rsidRPr="001A6350" w:rsidRDefault="001A6350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1A6350">
        <w:rPr>
          <w:rFonts w:eastAsia="Calibri" w:cs="Times New Roman"/>
          <w:bCs/>
          <w:lang w:eastAsia="cs-CZ"/>
        </w:rPr>
        <w:t>K silničnímu propustku v objektu SO 01-50-02 – Silniční komunikace chybí projektová dokumentace a ve výkazu výměr [D.2.1.8]_[SO 01-50-02] nejsou uvedeny žádné položky týkající se výměny silničního propustku. Žádáme o doplnění projektové dokumentace a položek do výkazu výměr.</w:t>
      </w:r>
    </w:p>
    <w:p w14:paraId="687C2E86" w14:textId="58BA3D49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04D057E" w14:textId="6DEF3421" w:rsidR="00A53BC9" w:rsidRPr="0068268D" w:rsidRDefault="00A53BC9" w:rsidP="00A53BC9">
      <w:pPr>
        <w:spacing w:after="0" w:line="240" w:lineRule="auto"/>
        <w:rPr>
          <w:rFonts w:eastAsia="Calibri" w:cs="Times New Roman"/>
          <w:lang w:eastAsia="cs-CZ"/>
        </w:rPr>
      </w:pPr>
      <w:bookmarkStart w:id="1" w:name="_Hlk185338959"/>
      <w:r w:rsidRPr="0068268D">
        <w:rPr>
          <w:rFonts w:eastAsia="Calibri" w:cs="Times New Roman"/>
          <w:lang w:eastAsia="cs-CZ"/>
        </w:rPr>
        <w:t>Zadavatel doplnil položky do rozpočtového souboru, který přikládá přílohou tohoto vysvětlení. V rámci nabídky uchazeče bude vyplněna a předložena tato nová verze rozpočtového souboru</w:t>
      </w:r>
      <w:bookmarkEnd w:id="1"/>
      <w:r w:rsidRPr="0068268D">
        <w:rPr>
          <w:rFonts w:eastAsia="Calibri" w:cs="Times New Roman"/>
          <w:lang w:eastAsia="cs-CZ"/>
        </w:rPr>
        <w:t xml:space="preserve">. Dále byl doplněn výkres propustku </w:t>
      </w:r>
      <w:r w:rsidR="00C625C7" w:rsidRPr="0068268D">
        <w:rPr>
          <w:rFonts w:eastAsia="Calibri" w:cs="Times New Roman"/>
          <w:lang w:eastAsia="cs-CZ"/>
        </w:rPr>
        <w:t>2</w:t>
      </w:r>
      <w:r w:rsidRPr="0068268D">
        <w:rPr>
          <w:rFonts w:eastAsia="Calibri" w:cs="Times New Roman"/>
          <w:lang w:eastAsia="cs-CZ"/>
        </w:rPr>
        <w:t>052.</w:t>
      </w:r>
    </w:p>
    <w:p w14:paraId="33AD1AB5" w14:textId="65D883EB" w:rsidR="00A53BC9" w:rsidRPr="00E71B2E" w:rsidRDefault="00A53BC9" w:rsidP="00A53BC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A02ACD4" w14:textId="77777777" w:rsidR="00A53BC9" w:rsidRDefault="00A53BC9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A61B7D" w14:textId="7E1555EB" w:rsidR="00302BAF" w:rsidRPr="00A53BC9" w:rsidRDefault="009D72C7" w:rsidP="00A53BC9">
      <w:pPr>
        <w:spacing w:after="0" w:line="240" w:lineRule="auto"/>
        <w:rPr>
          <w:rFonts w:eastAsia="Calibri" w:cs="Times New Roman"/>
          <w:b/>
          <w:lang w:eastAsia="cs-CZ"/>
        </w:rPr>
      </w:pPr>
      <w:r w:rsidRPr="00A53BC9">
        <w:rPr>
          <w:rFonts w:eastAsia="Calibri" w:cs="Times New Roman"/>
          <w:b/>
          <w:lang w:eastAsia="cs-CZ"/>
        </w:rPr>
        <w:t>Do SO 01-50-02 byly doplněny následující položky vztahující se k propustku:</w:t>
      </w:r>
    </w:p>
    <w:p w14:paraId="1DF1CE8C" w14:textId="780E527E" w:rsidR="009D72C7" w:rsidRPr="00A53BC9" w:rsidRDefault="009D72C7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12373</w:t>
      </w:r>
      <w:r w:rsidR="00CF7A44" w:rsidRPr="00A53BC9">
        <w:rPr>
          <w:rFonts w:eastAsia="Calibri" w:cs="Times New Roman"/>
          <w:bCs/>
          <w:i/>
          <w:iCs/>
          <w:lang w:eastAsia="cs-CZ"/>
        </w:rPr>
        <w:t xml:space="preserve"> - ODKOP PRO SPOD STAVBU SILNIC A ŽELEZNIC TŘ. I - BEZ DOPRAVY – 37,37 m3</w:t>
      </w:r>
    </w:p>
    <w:p w14:paraId="0CF483F6" w14:textId="68D39110" w:rsidR="00EC5B75" w:rsidRPr="00A53BC9" w:rsidRDefault="0042131D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R0</w:t>
      </w:r>
      <w:r w:rsidR="00EC5B75" w:rsidRPr="00A53BC9">
        <w:rPr>
          <w:rFonts w:eastAsia="Calibri" w:cs="Times New Roman"/>
          <w:bCs/>
          <w:i/>
          <w:iCs/>
          <w:lang w:eastAsia="cs-CZ"/>
        </w:rPr>
        <w:t>15140</w:t>
      </w:r>
      <w:r w:rsidR="00CF7A44" w:rsidRPr="00A53BC9">
        <w:rPr>
          <w:rFonts w:eastAsia="Calibri" w:cs="Times New Roman"/>
          <w:bCs/>
          <w:i/>
          <w:iCs/>
          <w:lang w:eastAsia="cs-CZ"/>
        </w:rPr>
        <w:t xml:space="preserve"> </w:t>
      </w:r>
      <w:r w:rsidRPr="00A53BC9">
        <w:rPr>
          <w:rFonts w:eastAsia="Calibri" w:cs="Times New Roman"/>
          <w:bCs/>
          <w:i/>
          <w:iCs/>
          <w:lang w:eastAsia="cs-CZ"/>
        </w:rPr>
        <w:t>POPLATKY ZA LIKVIDACI ODPADŮ NEKONTAMINOVANÝCH - 17 03 02  VYBOURANÝ ASFALTOVÝ BETON BEZ DEHTU , VČETNĚ DOPRAVY</w:t>
      </w:r>
      <w:r w:rsidR="00CF7A44" w:rsidRPr="00A53BC9">
        <w:rPr>
          <w:rFonts w:eastAsia="Calibri" w:cs="Times New Roman"/>
          <w:bCs/>
          <w:i/>
          <w:iCs/>
          <w:lang w:eastAsia="cs-CZ"/>
        </w:rPr>
        <w:t xml:space="preserve"> – 32,25 T</w:t>
      </w:r>
    </w:p>
    <w:p w14:paraId="5642A920" w14:textId="5B2ACE54" w:rsidR="009D72C7" w:rsidRPr="00A53BC9" w:rsidRDefault="009D72C7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17581</w:t>
      </w:r>
      <w:r w:rsidR="00CF7A44" w:rsidRPr="00A53BC9">
        <w:rPr>
          <w:rFonts w:eastAsia="Calibri" w:cs="Times New Roman"/>
          <w:bCs/>
          <w:i/>
          <w:iCs/>
          <w:lang w:eastAsia="cs-CZ"/>
        </w:rPr>
        <w:t xml:space="preserve"> - OBSYP POTRUBÍ A OBJEKTŮ Z NAKUPOVANÝCH MATERIÁLŮ – 38,87 m3</w:t>
      </w:r>
    </w:p>
    <w:p w14:paraId="136AB00E" w14:textId="4220BB85" w:rsidR="009D72C7" w:rsidRPr="00A53BC9" w:rsidRDefault="009D72C7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272314</w:t>
      </w:r>
      <w:r w:rsidR="00CF7A44" w:rsidRPr="00A53BC9">
        <w:rPr>
          <w:rFonts w:eastAsia="Calibri" w:cs="Times New Roman"/>
          <w:bCs/>
          <w:i/>
          <w:iCs/>
          <w:lang w:eastAsia="cs-CZ"/>
        </w:rPr>
        <w:t xml:space="preserve"> - ZÁKLADY Z PROSTÉHO BETONU DO C25/30</w:t>
      </w:r>
      <w:r w:rsidR="00EF32A0" w:rsidRPr="00A53BC9">
        <w:rPr>
          <w:rFonts w:eastAsia="Calibri" w:cs="Times New Roman"/>
          <w:bCs/>
          <w:i/>
          <w:iCs/>
          <w:lang w:eastAsia="cs-CZ"/>
        </w:rPr>
        <w:t xml:space="preserve"> – 1,56 m3</w:t>
      </w:r>
    </w:p>
    <w:p w14:paraId="7318BB92" w14:textId="5D506194" w:rsidR="009D72C7" w:rsidRPr="00A53BC9" w:rsidRDefault="009D72C7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272315</w:t>
      </w:r>
      <w:r w:rsidR="00EF32A0" w:rsidRPr="00A53BC9">
        <w:rPr>
          <w:rFonts w:eastAsia="Calibri" w:cs="Times New Roman"/>
          <w:bCs/>
          <w:i/>
          <w:iCs/>
          <w:lang w:eastAsia="cs-CZ"/>
        </w:rPr>
        <w:t xml:space="preserve"> - ZÁKLADY Z PROSTÉHO BETONU DO C30/37 – 0,888 m3</w:t>
      </w:r>
    </w:p>
    <w:p w14:paraId="29E11167" w14:textId="18D656B1" w:rsidR="009D72C7" w:rsidRPr="00A53BC9" w:rsidRDefault="009D72C7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451311</w:t>
      </w:r>
      <w:r w:rsidR="00EF32A0" w:rsidRPr="00A53BC9">
        <w:rPr>
          <w:rFonts w:eastAsia="Calibri" w:cs="Times New Roman"/>
          <w:bCs/>
          <w:i/>
          <w:iCs/>
          <w:lang w:eastAsia="cs-CZ"/>
        </w:rPr>
        <w:t xml:space="preserve"> - PODKL A VÝPLŇ VRSTVY Z PROST BET DO C8/10 – 1,443 m3</w:t>
      </w:r>
    </w:p>
    <w:p w14:paraId="482C264A" w14:textId="4E90570B" w:rsidR="009D72C7" w:rsidRPr="00A53BC9" w:rsidRDefault="009D72C7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465512</w:t>
      </w:r>
      <w:r w:rsidR="00EF32A0" w:rsidRPr="00A53BC9">
        <w:rPr>
          <w:rFonts w:eastAsia="Calibri" w:cs="Times New Roman"/>
          <w:bCs/>
          <w:i/>
          <w:iCs/>
          <w:lang w:eastAsia="cs-CZ"/>
        </w:rPr>
        <w:t xml:space="preserve"> - DLAŽBY Z LOMOVÉHO KAMENE NA MC – 8 m3</w:t>
      </w:r>
    </w:p>
    <w:p w14:paraId="3E4FDFEB" w14:textId="79F6F0C5" w:rsidR="009D72C7" w:rsidRPr="00A53BC9" w:rsidRDefault="009D72C7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711131</w:t>
      </w:r>
      <w:r w:rsidR="00EF32A0" w:rsidRPr="00A53BC9">
        <w:rPr>
          <w:rFonts w:eastAsia="Calibri" w:cs="Times New Roman"/>
          <w:bCs/>
          <w:i/>
          <w:iCs/>
          <w:lang w:eastAsia="cs-CZ"/>
        </w:rPr>
        <w:t xml:space="preserve"> - IZOLACE BĚŽNÝCH KONSTRUKCÍ PROTI VOLNĚ STÉKAJÍCÍ VODĚ ASFALTOVÝMI NÁTĚRY – 49,01</w:t>
      </w:r>
    </w:p>
    <w:p w14:paraId="4D09CF62" w14:textId="53CF2717" w:rsidR="009D72C7" w:rsidRPr="00A53BC9" w:rsidRDefault="009D72C7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9183D2</w:t>
      </w:r>
      <w:r w:rsidR="00EF32A0" w:rsidRPr="00A53BC9">
        <w:rPr>
          <w:rFonts w:eastAsia="Calibri" w:cs="Times New Roman"/>
          <w:bCs/>
          <w:i/>
          <w:iCs/>
          <w:lang w:eastAsia="cs-CZ"/>
        </w:rPr>
        <w:t xml:space="preserve"> - PROPUSTY Z TRUB DN 600MM ŽELEZOBETONOVÝCH – 13 m</w:t>
      </w:r>
    </w:p>
    <w:p w14:paraId="5CB478D3" w14:textId="6F2D1988" w:rsidR="009D72C7" w:rsidRDefault="009D72C7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96715</w:t>
      </w:r>
      <w:r w:rsidR="00EF32A0" w:rsidRPr="00A53BC9">
        <w:rPr>
          <w:rFonts w:eastAsia="Calibri" w:cs="Times New Roman"/>
          <w:bCs/>
          <w:i/>
          <w:iCs/>
          <w:lang w:eastAsia="cs-CZ"/>
        </w:rPr>
        <w:t xml:space="preserve"> - </w:t>
      </w:r>
      <w:r w:rsidR="0042131D" w:rsidRPr="00A53BC9">
        <w:rPr>
          <w:rFonts w:eastAsia="Calibri" w:cs="Times New Roman"/>
          <w:bCs/>
          <w:i/>
          <w:iCs/>
          <w:lang w:eastAsia="cs-CZ"/>
        </w:rPr>
        <w:t xml:space="preserve">VYBOURÁNÍ ČÁSTÍ KONSTRUKCÍ BETON </w:t>
      </w:r>
      <w:r w:rsidR="00EF32A0" w:rsidRPr="00A53BC9">
        <w:rPr>
          <w:rFonts w:eastAsia="Calibri" w:cs="Times New Roman"/>
          <w:bCs/>
          <w:i/>
          <w:iCs/>
          <w:lang w:eastAsia="cs-CZ"/>
        </w:rPr>
        <w:t>– 12,9 m3</w:t>
      </w:r>
    </w:p>
    <w:p w14:paraId="75672786" w14:textId="77777777" w:rsidR="00A53BC9" w:rsidRPr="00A53BC9" w:rsidRDefault="00A53BC9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</w:p>
    <w:p w14:paraId="68672D7C" w14:textId="77777777" w:rsidR="0042131D" w:rsidRPr="00A53BC9" w:rsidRDefault="0042131D" w:rsidP="00A53BC9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A53BC9">
        <w:rPr>
          <w:rFonts w:eastAsia="Calibri" w:cs="Times New Roman"/>
          <w:b/>
          <w:u w:val="single"/>
          <w:lang w:eastAsia="cs-CZ"/>
        </w:rPr>
        <w:t>Byla opravena výměra:</w:t>
      </w:r>
    </w:p>
    <w:p w14:paraId="411F950B" w14:textId="0FB3E0E9" w:rsidR="0042131D" w:rsidRPr="00A53BC9" w:rsidRDefault="0042131D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18110 - ÚPRAVA PLÁNĚ SE ZHUTNĚNÍM V HORNINĚ TŘ. I – 111,93 m2</w:t>
      </w:r>
    </w:p>
    <w:p w14:paraId="37AC7062" w14:textId="5E0206BD" w:rsidR="0042131D" w:rsidRPr="00A53BC9" w:rsidRDefault="0042131D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R015111 - POPLATKY ZA LIKVIDACI ODPADŮ NEKONTAMINOVANÝCH - 17 05 04  VYTĚŽENÉ ZEMINY A HORNINY -  I. TŘÍDA TĚŽITELNOSTI, VČETNĚ DOPRAVY – 184,317</w:t>
      </w:r>
    </w:p>
    <w:p w14:paraId="382B9381" w14:textId="77777777" w:rsidR="009D72C7" w:rsidRPr="00CF7A44" w:rsidRDefault="009D72C7" w:rsidP="00CB7B5A">
      <w:pPr>
        <w:spacing w:after="0" w:line="240" w:lineRule="auto"/>
        <w:rPr>
          <w:rFonts w:eastAsia="Calibri" w:cs="Times New Roman"/>
          <w:b/>
          <w:highlight w:val="yellow"/>
          <w:lang w:eastAsia="cs-CZ"/>
        </w:rPr>
      </w:pPr>
    </w:p>
    <w:p w14:paraId="7F11C39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8A3E51" w14:textId="290DEB9B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A53BC9"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3D859300" w14:textId="1793068C" w:rsidR="00CB7B5A" w:rsidRPr="001A6350" w:rsidRDefault="001A6350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1A6350">
        <w:rPr>
          <w:rFonts w:eastAsia="Calibri" w:cs="Times New Roman"/>
          <w:bCs/>
          <w:lang w:eastAsia="cs-CZ"/>
        </w:rPr>
        <w:t>V objektu SO 01-21-01 Propustek v ev. km 0,708 ve výkresu „SO 01-21-01_2_008_TNK“ je uvedená délka železničního propustku z patkových trub DN 800 7 400 mm stejně jako ve výkazu výměr „SO 01-21-01_4_001_VV“ (soubor PDF), ale ve výkazu výměr [D.2.1.4]_[SO 01-21-01]  (souboru excel) je hodnota 14,8 m (položka č. 29). Žádáme o upřesnění délky, popřípadě opravu ve výkazu výměr.</w:t>
      </w:r>
    </w:p>
    <w:p w14:paraId="09E94491" w14:textId="77777777" w:rsidR="00302BA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8653E37" w14:textId="76D5DF1C" w:rsidR="00CB7B5A" w:rsidRPr="0068268D" w:rsidRDefault="0013060B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68268D">
        <w:rPr>
          <w:rFonts w:eastAsia="Calibri" w:cs="Times New Roman"/>
          <w:bCs/>
          <w:lang w:eastAsia="cs-CZ"/>
        </w:rPr>
        <w:t>Na tento dotaz zadavatel odpověděl dne 10.12.2024 v rámci Vysvětlení/ změna/ doplnění zadávací dokumentace č. 3., kde došlo k úpravě množství MJ položky</w:t>
      </w:r>
    </w:p>
    <w:p w14:paraId="42EE05E3" w14:textId="77777777" w:rsidR="0013060B" w:rsidRPr="0013060B" w:rsidRDefault="0013060B" w:rsidP="00CB7B5A">
      <w:pPr>
        <w:spacing w:after="0" w:line="240" w:lineRule="auto"/>
        <w:rPr>
          <w:rFonts w:eastAsia="Calibri" w:cs="Times New Roman"/>
          <w:b/>
          <w:highlight w:val="yellow"/>
          <w:lang w:eastAsia="cs-CZ"/>
        </w:rPr>
      </w:pPr>
    </w:p>
    <w:p w14:paraId="3EA78846" w14:textId="77777777" w:rsidR="0013060B" w:rsidRPr="00A53BC9" w:rsidRDefault="0013060B" w:rsidP="0013060B">
      <w:pPr>
        <w:spacing w:after="0" w:line="240" w:lineRule="auto"/>
        <w:rPr>
          <w:rFonts w:eastAsia="Calibri" w:cs="Times New Roman"/>
          <w:b/>
          <w:i/>
          <w:iCs/>
          <w:u w:val="single"/>
          <w:lang w:eastAsia="cs-CZ"/>
        </w:rPr>
      </w:pPr>
      <w:r w:rsidRPr="00A53BC9">
        <w:rPr>
          <w:rFonts w:eastAsia="Calibri" w:cs="Times New Roman"/>
          <w:b/>
          <w:i/>
          <w:iCs/>
          <w:u w:val="single"/>
          <w:lang w:eastAsia="cs-CZ"/>
        </w:rPr>
        <w:t>Byla opravena výměra:</w:t>
      </w:r>
    </w:p>
    <w:p w14:paraId="3C23BD79" w14:textId="77777777" w:rsidR="0013060B" w:rsidRPr="0013060B" w:rsidRDefault="0013060B" w:rsidP="0013060B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lastRenderedPageBreak/>
        <w:t>Kód položky 9183E2 – PROPUSTKY Z TRUB DN 800MM ŽELEZOBETONOVÝCH</w:t>
      </w:r>
      <w:r w:rsidRPr="00A53BC9">
        <w:rPr>
          <w:rFonts w:eastAsia="Calibri" w:cs="Times New Roman"/>
          <w:bCs/>
          <w:i/>
          <w:iCs/>
          <w:lang w:eastAsia="cs-CZ"/>
        </w:rPr>
        <w:tab/>
        <w:t>- 7,40 M</w:t>
      </w:r>
    </w:p>
    <w:p w14:paraId="71F0D1A5" w14:textId="77777777" w:rsidR="0013060B" w:rsidRDefault="0013060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09651B0" w14:textId="77777777" w:rsidR="001A6350" w:rsidRDefault="001A6350" w:rsidP="001A635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E56852" w14:textId="28984CBC" w:rsidR="001A6350" w:rsidRPr="00CB7B5A" w:rsidRDefault="001A6350" w:rsidP="001A635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A53BC9"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58DFBCF2" w14:textId="526F51F5" w:rsidR="001A6350" w:rsidRPr="001A6350" w:rsidRDefault="001A6350" w:rsidP="001A6350">
      <w:pPr>
        <w:spacing w:after="0" w:line="240" w:lineRule="auto"/>
        <w:rPr>
          <w:rFonts w:eastAsia="Calibri" w:cs="Times New Roman"/>
          <w:bCs/>
          <w:lang w:eastAsia="cs-CZ"/>
        </w:rPr>
      </w:pPr>
      <w:r w:rsidRPr="001A6350">
        <w:rPr>
          <w:rFonts w:eastAsia="Calibri" w:cs="Times New Roman"/>
          <w:bCs/>
          <w:lang w:eastAsia="cs-CZ"/>
        </w:rPr>
        <w:t>Ve výkazu výměr SO 01-10-02 Železniční svršek chybí položka č. 965010 Odstranění kolejového lože a drážních stezek. Žádáme o doplnění do VV.</w:t>
      </w:r>
    </w:p>
    <w:p w14:paraId="1A6081BC" w14:textId="3340D5B9" w:rsidR="001A6350" w:rsidRDefault="001A6350" w:rsidP="001A635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2CE9A64" w14:textId="0CAFC76F" w:rsidR="00390435" w:rsidRPr="0068268D" w:rsidRDefault="00A53BC9" w:rsidP="00531636">
      <w:pPr>
        <w:spacing w:line="240" w:lineRule="auto"/>
        <w:rPr>
          <w:rFonts w:eastAsia="Calibri" w:cs="Times New Roman"/>
          <w:highlight w:val="yellow"/>
          <w:lang w:eastAsia="cs-CZ"/>
        </w:rPr>
      </w:pPr>
      <w:r w:rsidRPr="0068268D">
        <w:rPr>
          <w:rFonts w:eastAsia="Calibri" w:cs="Times New Roman"/>
          <w:lang w:eastAsia="cs-CZ"/>
        </w:rPr>
        <w:t>Zadavatel doplnil položky do rozpočtového souboru, který přikládá přílohou tohoto vysvětlení. V rámci nabídky uchazeče bude vyplněna a předložena tato nová verze rozpočtového souboru</w:t>
      </w:r>
      <w:r w:rsidR="00C625C7" w:rsidRPr="0068268D">
        <w:rPr>
          <w:rFonts w:eastAsia="Calibri" w:cs="Times New Roman"/>
          <w:lang w:eastAsia="cs-CZ"/>
        </w:rPr>
        <w:t>.</w:t>
      </w:r>
    </w:p>
    <w:p w14:paraId="397D5EAF" w14:textId="40694D7D" w:rsidR="00531636" w:rsidRPr="00A53BC9" w:rsidRDefault="00FE3D44" w:rsidP="00A53BC9">
      <w:pPr>
        <w:spacing w:after="0" w:line="240" w:lineRule="auto"/>
        <w:rPr>
          <w:rFonts w:eastAsia="Calibri" w:cs="Times New Roman"/>
          <w:b/>
          <w:lang w:eastAsia="cs-CZ"/>
        </w:rPr>
      </w:pPr>
      <w:r w:rsidRPr="00A53BC9">
        <w:rPr>
          <w:rFonts w:eastAsia="Calibri" w:cs="Times New Roman"/>
          <w:b/>
          <w:lang w:eastAsia="cs-CZ"/>
        </w:rPr>
        <w:t>Do SO 0</w:t>
      </w:r>
      <w:r w:rsidR="00390435" w:rsidRPr="00A53BC9">
        <w:rPr>
          <w:rFonts w:eastAsia="Calibri" w:cs="Times New Roman"/>
          <w:b/>
          <w:lang w:eastAsia="cs-CZ"/>
        </w:rPr>
        <w:t>1</w:t>
      </w:r>
      <w:r w:rsidRPr="00A53BC9">
        <w:rPr>
          <w:rFonts w:eastAsia="Calibri" w:cs="Times New Roman"/>
          <w:b/>
          <w:lang w:eastAsia="cs-CZ"/>
        </w:rPr>
        <w:t xml:space="preserve">-10-02 </w:t>
      </w:r>
      <w:r w:rsidR="00531636" w:rsidRPr="00A53BC9">
        <w:rPr>
          <w:rFonts w:eastAsia="Calibri" w:cs="Times New Roman"/>
          <w:b/>
          <w:lang w:eastAsia="cs-CZ"/>
        </w:rPr>
        <w:t>byly doplněny následující položky:</w:t>
      </w:r>
    </w:p>
    <w:p w14:paraId="764517E3" w14:textId="063B6A76" w:rsidR="00531636" w:rsidRPr="00A53BC9" w:rsidRDefault="00FE3D44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965010</w:t>
      </w:r>
      <w:r w:rsidR="00531636" w:rsidRPr="00A53BC9">
        <w:rPr>
          <w:rFonts w:eastAsia="Calibri" w:cs="Times New Roman"/>
          <w:bCs/>
          <w:i/>
          <w:iCs/>
          <w:lang w:eastAsia="cs-CZ"/>
        </w:rPr>
        <w:t xml:space="preserve"> - </w:t>
      </w:r>
      <w:r w:rsidR="00390435" w:rsidRPr="00A53BC9">
        <w:rPr>
          <w:rFonts w:eastAsia="Calibri" w:cs="Times New Roman"/>
          <w:bCs/>
          <w:i/>
          <w:iCs/>
          <w:lang w:eastAsia="cs-CZ"/>
        </w:rPr>
        <w:t>ODSTRANĚNÍ KOLEJOVÉHO LOŽE A DRAŽNÍCH STEZEK – 61,25 m3</w:t>
      </w:r>
    </w:p>
    <w:p w14:paraId="48C463DC" w14:textId="419D08D9" w:rsidR="00FE3D44" w:rsidRPr="00390435" w:rsidRDefault="00FE3D44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921930</w:t>
      </w:r>
      <w:r w:rsidR="00390435" w:rsidRPr="00A53BC9">
        <w:rPr>
          <w:rFonts w:eastAsia="Calibri" w:cs="Times New Roman"/>
          <w:bCs/>
          <w:i/>
          <w:iCs/>
          <w:lang w:eastAsia="cs-CZ"/>
        </w:rPr>
        <w:t xml:space="preserve"> - ANTIKOROZNÍ PROVEDENÍ UPEVŇOVADEL A JINÉHO DROBNÉHO KOLEJIVA – 25 m</w:t>
      </w:r>
    </w:p>
    <w:p w14:paraId="035DD068" w14:textId="635B832E" w:rsidR="001A6350" w:rsidRDefault="001A6350" w:rsidP="00A53BC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55795C" w14:textId="77777777" w:rsidR="001A6350" w:rsidRDefault="001A6350" w:rsidP="001A635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AC82A2" w14:textId="0E5CE623" w:rsidR="001A6350" w:rsidRPr="00CB7B5A" w:rsidRDefault="001A6350" w:rsidP="001A635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A53BC9"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491EF68F" w14:textId="0BC8B32D" w:rsidR="001A6350" w:rsidRPr="001A6350" w:rsidRDefault="001A6350" w:rsidP="001A6350">
      <w:pPr>
        <w:spacing w:after="0" w:line="240" w:lineRule="auto"/>
        <w:rPr>
          <w:rFonts w:eastAsia="Calibri" w:cs="Times New Roman"/>
          <w:bCs/>
          <w:lang w:eastAsia="cs-CZ"/>
        </w:rPr>
      </w:pPr>
      <w:r w:rsidRPr="001A6350">
        <w:rPr>
          <w:rFonts w:eastAsia="Calibri" w:cs="Times New Roman"/>
          <w:bCs/>
          <w:lang w:eastAsia="cs-CZ"/>
        </w:rPr>
        <w:t>Ve výkazu výměr SO 01-13-02 Železniční přejezd chybí položky č.:</w:t>
      </w:r>
    </w:p>
    <w:p w14:paraId="43E5A198" w14:textId="77777777" w:rsidR="001A6350" w:rsidRPr="001A6350" w:rsidRDefault="001A6350" w:rsidP="001A6350">
      <w:pPr>
        <w:spacing w:after="0" w:line="240" w:lineRule="auto"/>
        <w:rPr>
          <w:rFonts w:eastAsia="Calibri" w:cs="Times New Roman"/>
          <w:bCs/>
          <w:lang w:eastAsia="cs-CZ"/>
        </w:rPr>
      </w:pPr>
      <w:r w:rsidRPr="001A6350">
        <w:rPr>
          <w:rFonts w:eastAsia="Calibri" w:cs="Times New Roman"/>
          <w:bCs/>
          <w:lang w:eastAsia="cs-CZ"/>
        </w:rPr>
        <w:t>-</w:t>
      </w:r>
      <w:r w:rsidRPr="001A6350">
        <w:rPr>
          <w:rFonts w:eastAsia="Calibri" w:cs="Times New Roman"/>
          <w:bCs/>
          <w:lang w:eastAsia="cs-CZ"/>
        </w:rPr>
        <w:tab/>
        <w:t>27211 Základy z dílců betonových</w:t>
      </w:r>
    </w:p>
    <w:p w14:paraId="5B750F4C" w14:textId="77777777" w:rsidR="001A6350" w:rsidRPr="001A6350" w:rsidRDefault="001A6350" w:rsidP="001A6350">
      <w:pPr>
        <w:spacing w:after="0" w:line="240" w:lineRule="auto"/>
        <w:rPr>
          <w:rFonts w:eastAsia="Calibri" w:cs="Times New Roman"/>
          <w:bCs/>
          <w:lang w:eastAsia="cs-CZ"/>
        </w:rPr>
      </w:pPr>
      <w:r w:rsidRPr="001A6350">
        <w:rPr>
          <w:rFonts w:eastAsia="Calibri" w:cs="Times New Roman"/>
          <w:bCs/>
          <w:lang w:eastAsia="cs-CZ"/>
        </w:rPr>
        <w:t>-</w:t>
      </w:r>
      <w:r w:rsidRPr="001A6350">
        <w:rPr>
          <w:rFonts w:eastAsia="Calibri" w:cs="Times New Roman"/>
          <w:bCs/>
          <w:lang w:eastAsia="cs-CZ"/>
        </w:rPr>
        <w:tab/>
        <w:t>561103 Podkladní beton tř III.</w:t>
      </w:r>
    </w:p>
    <w:p w14:paraId="34D8B099" w14:textId="77777777" w:rsidR="001A6350" w:rsidRPr="001A6350" w:rsidRDefault="001A6350" w:rsidP="001A6350">
      <w:pPr>
        <w:spacing w:after="0" w:line="240" w:lineRule="auto"/>
        <w:rPr>
          <w:rFonts w:eastAsia="Calibri" w:cs="Times New Roman"/>
          <w:bCs/>
          <w:lang w:eastAsia="cs-CZ"/>
        </w:rPr>
      </w:pPr>
      <w:r w:rsidRPr="001A6350">
        <w:rPr>
          <w:rFonts w:eastAsia="Calibri" w:cs="Times New Roman"/>
          <w:bCs/>
          <w:lang w:eastAsia="cs-CZ"/>
        </w:rPr>
        <w:t>-</w:t>
      </w:r>
      <w:r w:rsidRPr="001A6350">
        <w:rPr>
          <w:rFonts w:eastAsia="Calibri" w:cs="Times New Roman"/>
          <w:bCs/>
          <w:lang w:eastAsia="cs-CZ"/>
        </w:rPr>
        <w:tab/>
        <w:t>965311 Rozebrání přejezdu, přechodu z dílců</w:t>
      </w:r>
    </w:p>
    <w:p w14:paraId="77FBBD30" w14:textId="77777777" w:rsidR="001A6350" w:rsidRPr="001A6350" w:rsidRDefault="001A6350" w:rsidP="001A6350">
      <w:pPr>
        <w:spacing w:after="0" w:line="240" w:lineRule="auto"/>
        <w:rPr>
          <w:rFonts w:eastAsia="Calibri" w:cs="Times New Roman"/>
          <w:bCs/>
          <w:lang w:eastAsia="cs-CZ"/>
        </w:rPr>
      </w:pPr>
      <w:r w:rsidRPr="001A6350">
        <w:rPr>
          <w:rFonts w:eastAsia="Calibri" w:cs="Times New Roman"/>
          <w:bCs/>
          <w:lang w:eastAsia="cs-CZ"/>
        </w:rPr>
        <w:t>-</w:t>
      </w:r>
      <w:r w:rsidRPr="001A6350">
        <w:rPr>
          <w:rFonts w:eastAsia="Calibri" w:cs="Times New Roman"/>
          <w:bCs/>
          <w:lang w:eastAsia="cs-CZ"/>
        </w:rPr>
        <w:tab/>
        <w:t>965312 ROZEBRÁNÍ PŘEJEZDU, PŘECHODU Z DÍLCŮ – ODVOZ</w:t>
      </w:r>
    </w:p>
    <w:p w14:paraId="51239134" w14:textId="77777777" w:rsidR="001A6350" w:rsidRPr="001A6350" w:rsidRDefault="001A6350" w:rsidP="001A6350">
      <w:pPr>
        <w:spacing w:after="0" w:line="240" w:lineRule="auto"/>
        <w:rPr>
          <w:rFonts w:eastAsia="Calibri" w:cs="Times New Roman"/>
          <w:bCs/>
          <w:lang w:eastAsia="cs-CZ"/>
        </w:rPr>
      </w:pPr>
      <w:r w:rsidRPr="001A6350">
        <w:rPr>
          <w:rFonts w:eastAsia="Calibri" w:cs="Times New Roman"/>
          <w:bCs/>
          <w:lang w:eastAsia="cs-CZ"/>
        </w:rPr>
        <w:t>-</w:t>
      </w:r>
      <w:r w:rsidRPr="001A6350">
        <w:rPr>
          <w:rFonts w:eastAsia="Calibri" w:cs="Times New Roman"/>
          <w:bCs/>
          <w:lang w:eastAsia="cs-CZ"/>
        </w:rPr>
        <w:tab/>
        <w:t>015130 POPLATKY ZA LIKVIDACI ODPADŮ NEKONTAMINOVANÝCH - 17 03 02  VYBOURANÝ ASFALTOVÝ BETON BEZ DEHTU – včetně dopravy</w:t>
      </w:r>
    </w:p>
    <w:p w14:paraId="089920E1" w14:textId="3FFD5A99" w:rsidR="001A6350" w:rsidRDefault="001A6350" w:rsidP="001A635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60F5256" w14:textId="4E82A119" w:rsidR="00A53BC9" w:rsidRPr="0068268D" w:rsidRDefault="00A53BC9" w:rsidP="001A6350">
      <w:pPr>
        <w:spacing w:after="0" w:line="240" w:lineRule="auto"/>
        <w:rPr>
          <w:rFonts w:eastAsia="Calibri" w:cs="Times New Roman"/>
          <w:lang w:eastAsia="cs-CZ"/>
        </w:rPr>
      </w:pPr>
      <w:r w:rsidRPr="0068268D">
        <w:rPr>
          <w:rFonts w:eastAsia="Calibri" w:cs="Times New Roman"/>
          <w:lang w:eastAsia="cs-CZ"/>
        </w:rPr>
        <w:t>Zadavatel doplnil položky do rozpočtového souboru, který přikládá přílohou tohoto vysvětlení. V rámci nabídky uchazeče bude vyplněna a předložena tato nová verze rozpočtového souboru</w:t>
      </w:r>
      <w:r w:rsidR="00C625C7" w:rsidRPr="0068268D">
        <w:rPr>
          <w:rFonts w:eastAsia="Calibri" w:cs="Times New Roman"/>
          <w:lang w:eastAsia="cs-CZ"/>
        </w:rPr>
        <w:t>.</w:t>
      </w:r>
    </w:p>
    <w:p w14:paraId="53567F69" w14:textId="77777777" w:rsidR="00390435" w:rsidRDefault="00390435" w:rsidP="00DE4B9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D716CD7" w14:textId="0A5BEF1A" w:rsidR="00DE4B95" w:rsidRPr="00A53BC9" w:rsidRDefault="00DE4B95" w:rsidP="00A53BC9">
      <w:pPr>
        <w:spacing w:after="0" w:line="240" w:lineRule="auto"/>
        <w:rPr>
          <w:rFonts w:eastAsia="Calibri" w:cs="Times New Roman"/>
          <w:b/>
          <w:lang w:eastAsia="cs-CZ"/>
        </w:rPr>
      </w:pPr>
      <w:r w:rsidRPr="00A53BC9">
        <w:rPr>
          <w:rFonts w:eastAsia="Calibri" w:cs="Times New Roman"/>
          <w:b/>
          <w:lang w:eastAsia="cs-CZ"/>
        </w:rPr>
        <w:t>Do SO 0</w:t>
      </w:r>
      <w:r w:rsidR="00390435" w:rsidRPr="00A53BC9">
        <w:rPr>
          <w:rFonts w:eastAsia="Calibri" w:cs="Times New Roman"/>
          <w:b/>
          <w:lang w:eastAsia="cs-CZ"/>
        </w:rPr>
        <w:t>1</w:t>
      </w:r>
      <w:r w:rsidRPr="00A53BC9">
        <w:rPr>
          <w:rFonts w:eastAsia="Calibri" w:cs="Times New Roman"/>
          <w:b/>
          <w:lang w:eastAsia="cs-CZ"/>
        </w:rPr>
        <w:t>-13-02 byly doplněny následující položky</w:t>
      </w:r>
      <w:r w:rsidR="00390435" w:rsidRPr="00A53BC9">
        <w:rPr>
          <w:rFonts w:eastAsia="Calibri" w:cs="Times New Roman"/>
          <w:b/>
          <w:lang w:eastAsia="cs-CZ"/>
        </w:rPr>
        <w:t>:</w:t>
      </w:r>
    </w:p>
    <w:p w14:paraId="789EF5F2" w14:textId="77777777" w:rsidR="00390435" w:rsidRPr="00A53BC9" w:rsidRDefault="00390435" w:rsidP="00A53BC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695F2E" w14:textId="673F54FC" w:rsidR="00DE4B95" w:rsidRPr="00A53BC9" w:rsidRDefault="00DE4B95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bookmarkStart w:id="2" w:name="_Hlk185330245"/>
      <w:r w:rsidRPr="00A53BC9">
        <w:rPr>
          <w:rFonts w:eastAsia="Calibri" w:cs="Times New Roman"/>
          <w:bCs/>
          <w:i/>
          <w:iCs/>
          <w:lang w:eastAsia="cs-CZ"/>
        </w:rPr>
        <w:t>27211</w:t>
      </w:r>
      <w:r w:rsidR="00390435" w:rsidRPr="00A53BC9">
        <w:rPr>
          <w:rFonts w:eastAsia="Calibri" w:cs="Times New Roman"/>
          <w:bCs/>
          <w:i/>
          <w:iCs/>
          <w:lang w:eastAsia="cs-CZ"/>
        </w:rPr>
        <w:t xml:space="preserve"> - ZÁKLADY Z DÍLCŮ BETONOVÝCH – 1,152 T</w:t>
      </w:r>
    </w:p>
    <w:p w14:paraId="4C7530D7" w14:textId="1BFF69B2" w:rsidR="00DE4B95" w:rsidRPr="00A53BC9" w:rsidRDefault="00DE4B95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451313</w:t>
      </w:r>
      <w:r w:rsidR="00390435" w:rsidRPr="00A53BC9">
        <w:rPr>
          <w:rFonts w:eastAsia="Calibri" w:cs="Times New Roman"/>
          <w:bCs/>
          <w:i/>
          <w:iCs/>
          <w:lang w:eastAsia="cs-CZ"/>
        </w:rPr>
        <w:t xml:space="preserve"> - PODKLADNÍ A VÝPLŇOVÉ VRSTVY Z PROSTÉHO BETONU C16/20 – 0,864 m3</w:t>
      </w:r>
    </w:p>
    <w:p w14:paraId="4C04E8A6" w14:textId="48E2A594" w:rsidR="00390435" w:rsidRPr="00A53BC9" w:rsidRDefault="00DE4B95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965321</w:t>
      </w:r>
      <w:r w:rsidR="00390435" w:rsidRPr="00A53BC9">
        <w:rPr>
          <w:rFonts w:eastAsia="Calibri" w:cs="Times New Roman"/>
          <w:bCs/>
          <w:i/>
          <w:iCs/>
          <w:lang w:eastAsia="cs-CZ"/>
        </w:rPr>
        <w:t xml:space="preserve"> - </w:t>
      </w:r>
      <w:r w:rsidR="00A32F06" w:rsidRPr="00A53BC9">
        <w:rPr>
          <w:rFonts w:eastAsia="Calibri" w:cs="Times New Roman"/>
          <w:bCs/>
          <w:i/>
          <w:iCs/>
          <w:lang w:eastAsia="cs-CZ"/>
        </w:rPr>
        <w:t>ROZEBRÁNÍ PŘEJEZDU, PŘECHODU OSTATNÍCH – 41 m2</w:t>
      </w:r>
    </w:p>
    <w:p w14:paraId="2E86FBA8" w14:textId="1681346F" w:rsidR="00A32F06" w:rsidRPr="00A53BC9" w:rsidRDefault="00A32F06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(poznámka: stávající přejezd není z dílců)</w:t>
      </w:r>
    </w:p>
    <w:p w14:paraId="0926DFF7" w14:textId="70DF5B3B" w:rsidR="00DE4B95" w:rsidRPr="00A53BC9" w:rsidRDefault="00114D00" w:rsidP="00A53BC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53BC9">
        <w:rPr>
          <w:rFonts w:eastAsia="Calibri" w:cs="Times New Roman"/>
          <w:bCs/>
          <w:i/>
          <w:iCs/>
          <w:lang w:eastAsia="cs-CZ"/>
        </w:rPr>
        <w:t>R</w:t>
      </w:r>
      <w:r w:rsidR="00DE4B95" w:rsidRPr="00A53BC9">
        <w:rPr>
          <w:rFonts w:eastAsia="Calibri" w:cs="Times New Roman"/>
          <w:bCs/>
          <w:i/>
          <w:iCs/>
          <w:lang w:eastAsia="cs-CZ"/>
        </w:rPr>
        <w:t>015130</w:t>
      </w:r>
      <w:r w:rsidR="00A32F06" w:rsidRPr="00A53BC9">
        <w:rPr>
          <w:rFonts w:eastAsia="Calibri" w:cs="Times New Roman"/>
          <w:bCs/>
          <w:i/>
          <w:iCs/>
          <w:lang w:eastAsia="cs-CZ"/>
        </w:rPr>
        <w:t xml:space="preserve"> - </w:t>
      </w:r>
      <w:r w:rsidRPr="00A53BC9">
        <w:rPr>
          <w:rFonts w:eastAsia="Calibri" w:cs="Times New Roman"/>
          <w:bCs/>
          <w:i/>
          <w:iCs/>
          <w:lang w:eastAsia="cs-CZ"/>
        </w:rPr>
        <w:t>POPLATKY ZA LIKVIDACI ODPADŮ NEKONTAMINOVANÝCH - 17 03 02  VYBOURANÝ ASFALTOVÝ BETON BEZ DEHTU , VČETNĚ DOPRAVY</w:t>
      </w:r>
      <w:r w:rsidR="00A32F06" w:rsidRPr="00A53BC9">
        <w:rPr>
          <w:rFonts w:eastAsia="Calibri" w:cs="Times New Roman"/>
          <w:bCs/>
          <w:i/>
          <w:iCs/>
          <w:lang w:eastAsia="cs-CZ"/>
        </w:rPr>
        <w:t xml:space="preserve"> – 15,375 T</w:t>
      </w:r>
    </w:p>
    <w:bookmarkEnd w:id="2"/>
    <w:p w14:paraId="09F36292" w14:textId="77777777" w:rsidR="001A6350" w:rsidRDefault="001A6350" w:rsidP="00A53BC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91942E5" w14:textId="14D0009C" w:rsidR="001A6350" w:rsidRPr="00CB7B5A" w:rsidRDefault="001A6350" w:rsidP="001A635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A53BC9"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14:paraId="39282C73" w14:textId="5C986529" w:rsidR="001A6350" w:rsidRPr="001A6350" w:rsidRDefault="001A6350" w:rsidP="001A6350">
      <w:pPr>
        <w:spacing w:after="0" w:line="240" w:lineRule="auto"/>
        <w:rPr>
          <w:rFonts w:eastAsia="Calibri" w:cs="Times New Roman"/>
          <w:bCs/>
          <w:lang w:eastAsia="cs-CZ"/>
        </w:rPr>
      </w:pPr>
      <w:r w:rsidRPr="001A6350">
        <w:rPr>
          <w:rFonts w:eastAsia="Calibri" w:cs="Times New Roman"/>
          <w:bCs/>
          <w:lang w:eastAsia="cs-CZ"/>
        </w:rPr>
        <w:t>Chybí položka na Výluku silničního provozu se zajištěním objížďky – DIO. Žádáme o doplnění do VV.</w:t>
      </w:r>
    </w:p>
    <w:p w14:paraId="553E08C6" w14:textId="522F6C89" w:rsidR="001A6350" w:rsidRDefault="001A6350" w:rsidP="001A635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6ADFAE6" w14:textId="046B29A2" w:rsidR="00A53BC9" w:rsidRPr="0068268D" w:rsidRDefault="00A53BC9" w:rsidP="001A6350">
      <w:pPr>
        <w:spacing w:after="0" w:line="240" w:lineRule="auto"/>
        <w:rPr>
          <w:rFonts w:eastAsia="Calibri" w:cs="Times New Roman"/>
          <w:lang w:eastAsia="cs-CZ"/>
        </w:rPr>
      </w:pPr>
      <w:r w:rsidRPr="0068268D">
        <w:rPr>
          <w:rFonts w:eastAsia="Calibri" w:cs="Times New Roman"/>
          <w:lang w:eastAsia="cs-CZ"/>
        </w:rPr>
        <w:t>Zadavatel doplnil položky do rozpočtového souboru, který přikládá přílohou tohoto vysvětlení. V rámci nabídky uchazeče bude vyplněna a předložena tato nová verze rozpočtového souboru</w:t>
      </w:r>
      <w:r w:rsidR="00C625C7" w:rsidRPr="0068268D">
        <w:rPr>
          <w:rFonts w:eastAsia="Calibri" w:cs="Times New Roman"/>
          <w:lang w:eastAsia="cs-CZ"/>
        </w:rPr>
        <w:t>.</w:t>
      </w:r>
    </w:p>
    <w:p w14:paraId="00D70376" w14:textId="77777777" w:rsidR="001A6350" w:rsidRDefault="001A6350" w:rsidP="001A635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04698D0" w14:textId="1201D6FA" w:rsidR="003E0A4D" w:rsidRPr="00AA020F" w:rsidRDefault="003E0A4D" w:rsidP="003E0A4D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3" w:name="_Hlk185330210"/>
      <w:r w:rsidRPr="00AA020F">
        <w:rPr>
          <w:rFonts w:eastAsia="Calibri" w:cs="Times New Roman"/>
          <w:b/>
          <w:lang w:eastAsia="cs-CZ"/>
        </w:rPr>
        <w:t xml:space="preserve">Do SO </w:t>
      </w:r>
      <w:r w:rsidR="00AA020F" w:rsidRPr="00AA020F">
        <w:rPr>
          <w:rFonts w:eastAsia="Calibri" w:cs="Times New Roman"/>
          <w:b/>
          <w:lang w:eastAsia="cs-CZ"/>
        </w:rPr>
        <w:t>01-13-02</w:t>
      </w:r>
      <w:r w:rsidRPr="00AA020F">
        <w:rPr>
          <w:rFonts w:eastAsia="Calibri" w:cs="Times New Roman"/>
          <w:b/>
          <w:lang w:eastAsia="cs-CZ"/>
        </w:rPr>
        <w:t xml:space="preserve"> byla doplněna následující položka:</w:t>
      </w:r>
    </w:p>
    <w:p w14:paraId="0FD77549" w14:textId="03D446E6" w:rsidR="009116B4" w:rsidRPr="00AA020F" w:rsidRDefault="00C63947" w:rsidP="003E0A4D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296431">
        <w:rPr>
          <w:rFonts w:eastAsia="Calibri" w:cs="Times New Roman"/>
          <w:bCs/>
          <w:i/>
          <w:iCs/>
          <w:lang w:eastAsia="cs-CZ"/>
        </w:rPr>
        <w:t>02720</w:t>
      </w:r>
      <w:r>
        <w:rPr>
          <w:rFonts w:eastAsia="Calibri" w:cs="Times New Roman"/>
          <w:bCs/>
          <w:i/>
          <w:iCs/>
          <w:lang w:eastAsia="cs-CZ"/>
        </w:rPr>
        <w:t xml:space="preserve"> </w:t>
      </w:r>
      <w:r w:rsidRPr="00296431">
        <w:rPr>
          <w:rFonts w:eastAsia="Calibri" w:cs="Times New Roman"/>
          <w:bCs/>
          <w:i/>
          <w:iCs/>
          <w:lang w:eastAsia="cs-CZ"/>
        </w:rPr>
        <w:t>-</w:t>
      </w:r>
      <w:r>
        <w:rPr>
          <w:rFonts w:eastAsia="Calibri" w:cs="Times New Roman"/>
          <w:bCs/>
          <w:i/>
          <w:iCs/>
          <w:lang w:eastAsia="cs-CZ"/>
        </w:rPr>
        <w:t xml:space="preserve"> </w:t>
      </w:r>
      <w:r w:rsidR="009116B4" w:rsidRPr="00C63947">
        <w:rPr>
          <w:rFonts w:eastAsia="Calibri" w:cs="Times New Roman"/>
          <w:bCs/>
          <w:i/>
          <w:iCs/>
          <w:lang w:eastAsia="cs-CZ"/>
        </w:rPr>
        <w:t>POMOC PRÁCE ZŘÍZ NEBO ZAJIŠŤ OBJÍŽĎKY A PŘÍSTUP CESTY – 1 kpl</w:t>
      </w:r>
    </w:p>
    <w:bookmarkEnd w:id="3"/>
    <w:p w14:paraId="2D6886F1" w14:textId="77777777" w:rsidR="003E0A4D" w:rsidRPr="00CB7B5A" w:rsidRDefault="003E0A4D" w:rsidP="001A635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F709C91" w14:textId="77777777" w:rsidR="00CB7B5A" w:rsidRPr="00C84783" w:rsidRDefault="00CB7B5A" w:rsidP="0068268D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A36352A" w14:textId="2F19A5EF" w:rsidR="00D159C0" w:rsidRPr="0068268D" w:rsidRDefault="00CB7B5A" w:rsidP="0068268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8268D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68268D">
        <w:rPr>
          <w:rFonts w:eastAsia="Times New Roman" w:cs="Times New Roman"/>
          <w:b/>
          <w:lang w:eastAsia="cs-CZ"/>
        </w:rPr>
        <w:t>změny/doplnění zadávací dokumentace</w:t>
      </w:r>
      <w:r w:rsidRPr="0068268D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68268D">
        <w:rPr>
          <w:rFonts w:eastAsia="Times New Roman" w:cs="Times New Roman"/>
          <w:lang w:eastAsia="cs-CZ"/>
        </w:rPr>
        <w:br/>
      </w:r>
      <w:r w:rsidR="0068268D" w:rsidRPr="0068268D">
        <w:rPr>
          <w:rFonts w:eastAsia="Times New Roman" w:cs="Times New Roman"/>
          <w:lang w:eastAsia="cs-CZ"/>
        </w:rPr>
        <w:t>19.12.2024</w:t>
      </w:r>
      <w:r w:rsidRPr="0068268D">
        <w:rPr>
          <w:rFonts w:eastAsia="Times New Roman" w:cs="Times New Roman"/>
          <w:lang w:eastAsia="cs-CZ"/>
        </w:rPr>
        <w:t xml:space="preserve"> na den </w:t>
      </w:r>
      <w:r w:rsidR="0068268D" w:rsidRPr="0068268D">
        <w:rPr>
          <w:rFonts w:eastAsia="Times New Roman" w:cs="Times New Roman"/>
          <w:lang w:eastAsia="cs-CZ"/>
        </w:rPr>
        <w:t>20.12.2024</w:t>
      </w:r>
      <w:r w:rsidRPr="0068268D">
        <w:rPr>
          <w:rFonts w:eastAsia="Times New Roman" w:cs="Times New Roman"/>
          <w:lang w:eastAsia="cs-CZ"/>
        </w:rPr>
        <w:t xml:space="preserve">. </w:t>
      </w:r>
    </w:p>
    <w:p w14:paraId="24614B3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F461ACC" w14:textId="769BC565" w:rsidR="005C532E" w:rsidRDefault="00CB7B5A" w:rsidP="005C532E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C532E">
        <w:rPr>
          <w:rFonts w:eastAsia="Calibri" w:cs="Times New Roman"/>
          <w:b/>
          <w:bCs/>
          <w:lang w:eastAsia="cs-CZ"/>
        </w:rPr>
        <w:t>Příloh</w:t>
      </w:r>
      <w:r w:rsidR="005C532E" w:rsidRPr="005C532E">
        <w:rPr>
          <w:rFonts w:eastAsia="Calibri" w:cs="Times New Roman"/>
          <w:b/>
          <w:bCs/>
          <w:lang w:eastAsia="cs-CZ"/>
        </w:rPr>
        <w:t>y</w:t>
      </w:r>
      <w:r w:rsidRPr="005C532E">
        <w:rPr>
          <w:rFonts w:eastAsia="Calibri" w:cs="Times New Roman"/>
          <w:b/>
          <w:bCs/>
          <w:lang w:eastAsia="cs-CZ"/>
        </w:rPr>
        <w:t>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727EF159" w14:textId="1BAA4C84" w:rsidR="005C532E" w:rsidRPr="005C532E" w:rsidRDefault="005C532E" w:rsidP="005C532E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5C532E">
        <w:rPr>
          <w:rFonts w:eastAsia="Calibri" w:cs="Times New Roman"/>
          <w:lang w:eastAsia="cs-CZ"/>
        </w:rPr>
        <w:t xml:space="preserve">[D.2.1.1]_[SO 01-10-02]_opr     </w:t>
      </w:r>
    </w:p>
    <w:p w14:paraId="0AFDDCA5" w14:textId="77777777" w:rsidR="005C532E" w:rsidRPr="005C532E" w:rsidRDefault="005C532E" w:rsidP="005C532E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5C532E">
        <w:rPr>
          <w:rFonts w:eastAsia="Calibri" w:cs="Times New Roman"/>
          <w:lang w:eastAsia="cs-CZ"/>
        </w:rPr>
        <w:t>[D.2.1.3]_[SO 01-13-02]_opr</w:t>
      </w:r>
    </w:p>
    <w:p w14:paraId="48065C6A" w14:textId="77777777" w:rsidR="005C532E" w:rsidRPr="005C532E" w:rsidRDefault="005C532E" w:rsidP="005C532E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5C532E">
        <w:rPr>
          <w:rFonts w:eastAsia="Calibri" w:cs="Times New Roman"/>
          <w:lang w:eastAsia="cs-CZ"/>
        </w:rPr>
        <w:t>[D.2.1.8]_[SO 01-50-02]_opr</w:t>
      </w:r>
    </w:p>
    <w:p w14:paraId="14DDB199" w14:textId="37142A5F" w:rsidR="00CB7B5A" w:rsidRPr="00CB7B5A" w:rsidRDefault="005C532E" w:rsidP="005C532E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C532E">
        <w:rPr>
          <w:rFonts w:eastAsia="Calibri" w:cs="Times New Roman"/>
          <w:lang w:eastAsia="cs-CZ"/>
        </w:rPr>
        <w:t>SO_01_101113_02SO_01_50_02 - 2052 - propustek</w:t>
      </w:r>
      <w:r w:rsidR="00CB7B5A"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CB7B5A" w:rsidRPr="00CB7B5A">
        <w:rPr>
          <w:rFonts w:eastAsia="Calibri" w:cs="Times New Roman"/>
          <w:bCs/>
          <w:lang w:eastAsia="cs-CZ"/>
        </w:rPr>
        <w:instrText xml:space="preserve"> FORMTEXT </w:instrText>
      </w:r>
      <w:r w:rsidR="00CB7B5A" w:rsidRPr="00CB7B5A">
        <w:rPr>
          <w:rFonts w:eastAsia="Calibri" w:cs="Times New Roman"/>
          <w:bCs/>
          <w:lang w:eastAsia="cs-CZ"/>
        </w:rPr>
      </w:r>
      <w:r w:rsidR="00CB7B5A" w:rsidRPr="00CB7B5A">
        <w:rPr>
          <w:rFonts w:eastAsia="Calibri" w:cs="Times New Roman"/>
          <w:bCs/>
          <w:lang w:eastAsia="cs-CZ"/>
        </w:rPr>
        <w:fldChar w:fldCharType="separate"/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fldChar w:fldCharType="end"/>
      </w:r>
    </w:p>
    <w:p w14:paraId="17F30656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5CC013" w14:textId="77777777" w:rsidR="0068268D" w:rsidRDefault="0068268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959AC7A" w14:textId="77777777" w:rsidR="0068268D" w:rsidRDefault="0068268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685860" w14:textId="77777777" w:rsidR="0068268D" w:rsidRDefault="0068268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595FECF" w14:textId="77777777" w:rsidR="0068268D" w:rsidRDefault="0068268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7B8830" w14:textId="77777777" w:rsidR="0068268D" w:rsidRPr="00CB7B5A" w:rsidRDefault="0068268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43921DC2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E40E10">
        <w:rPr>
          <w:rFonts w:eastAsia="Calibri" w:cs="Times New Roman"/>
          <w:lang w:eastAsia="cs-CZ"/>
        </w:rPr>
        <w:t>17.12.2024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19284" w14:textId="77777777" w:rsidR="00A83919" w:rsidRDefault="00A83919" w:rsidP="00962258">
      <w:pPr>
        <w:spacing w:after="0" w:line="240" w:lineRule="auto"/>
      </w:pPr>
      <w:r>
        <w:separator/>
      </w:r>
    </w:p>
  </w:endnote>
  <w:endnote w:type="continuationSeparator" w:id="0">
    <w:p w14:paraId="47749DB6" w14:textId="77777777" w:rsidR="00A83919" w:rsidRDefault="00A8391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A3C99" w14:textId="77777777" w:rsidR="00A83919" w:rsidRDefault="00A83919" w:rsidP="00962258">
      <w:pPr>
        <w:spacing w:after="0" w:line="240" w:lineRule="auto"/>
      </w:pPr>
      <w:r>
        <w:separator/>
      </w:r>
    </w:p>
  </w:footnote>
  <w:footnote w:type="continuationSeparator" w:id="0">
    <w:p w14:paraId="06C26D07" w14:textId="77777777" w:rsidR="00A83919" w:rsidRDefault="00A8391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5"/>
  </w:num>
  <w:num w:numId="5" w16cid:durableId="1518690768">
    <w:abstractNumId w:val="0"/>
  </w:num>
  <w:num w:numId="6" w16cid:durableId="6518298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973A7"/>
    <w:rsid w:val="000B1153"/>
    <w:rsid w:val="000B6C7E"/>
    <w:rsid w:val="000B7907"/>
    <w:rsid w:val="000C0205"/>
    <w:rsid w:val="000C0429"/>
    <w:rsid w:val="000C45E8"/>
    <w:rsid w:val="000F15E9"/>
    <w:rsid w:val="000F73FF"/>
    <w:rsid w:val="00114472"/>
    <w:rsid w:val="00114D00"/>
    <w:rsid w:val="0013060B"/>
    <w:rsid w:val="00145FA7"/>
    <w:rsid w:val="00154CE5"/>
    <w:rsid w:val="00170EC5"/>
    <w:rsid w:val="001747C1"/>
    <w:rsid w:val="0018596A"/>
    <w:rsid w:val="001A6350"/>
    <w:rsid w:val="001B69C2"/>
    <w:rsid w:val="001C4DA0"/>
    <w:rsid w:val="00207DF5"/>
    <w:rsid w:val="00233408"/>
    <w:rsid w:val="00267369"/>
    <w:rsid w:val="0026785D"/>
    <w:rsid w:val="002C31BF"/>
    <w:rsid w:val="002E0CD7"/>
    <w:rsid w:val="002F026B"/>
    <w:rsid w:val="00302BAF"/>
    <w:rsid w:val="003349FC"/>
    <w:rsid w:val="00357BC6"/>
    <w:rsid w:val="0037111D"/>
    <w:rsid w:val="00390435"/>
    <w:rsid w:val="00392628"/>
    <w:rsid w:val="003956C6"/>
    <w:rsid w:val="003C5BE7"/>
    <w:rsid w:val="003C75AD"/>
    <w:rsid w:val="003E0A4D"/>
    <w:rsid w:val="003E6B9A"/>
    <w:rsid w:val="003E75CE"/>
    <w:rsid w:val="003F37AB"/>
    <w:rsid w:val="004016FF"/>
    <w:rsid w:val="0041380F"/>
    <w:rsid w:val="0042131D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31636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5C532E"/>
    <w:rsid w:val="005C79A5"/>
    <w:rsid w:val="006104F6"/>
    <w:rsid w:val="0061068E"/>
    <w:rsid w:val="00616105"/>
    <w:rsid w:val="00660AD3"/>
    <w:rsid w:val="0066273B"/>
    <w:rsid w:val="0068268D"/>
    <w:rsid w:val="0068328A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0394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71CF"/>
    <w:rsid w:val="008D03B9"/>
    <w:rsid w:val="008D4D8F"/>
    <w:rsid w:val="008F18D6"/>
    <w:rsid w:val="00904780"/>
    <w:rsid w:val="009113A8"/>
    <w:rsid w:val="009116B4"/>
    <w:rsid w:val="009206F5"/>
    <w:rsid w:val="00922385"/>
    <w:rsid w:val="009223DF"/>
    <w:rsid w:val="00936091"/>
    <w:rsid w:val="00940D8A"/>
    <w:rsid w:val="0096021D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D72C7"/>
    <w:rsid w:val="009E07F4"/>
    <w:rsid w:val="009F1E8E"/>
    <w:rsid w:val="009F22EE"/>
    <w:rsid w:val="009F392E"/>
    <w:rsid w:val="00A32F06"/>
    <w:rsid w:val="00A44328"/>
    <w:rsid w:val="00A53BC9"/>
    <w:rsid w:val="00A6177B"/>
    <w:rsid w:val="00A66136"/>
    <w:rsid w:val="00A83919"/>
    <w:rsid w:val="00AA020F"/>
    <w:rsid w:val="00AA4CBB"/>
    <w:rsid w:val="00AA65FA"/>
    <w:rsid w:val="00AA7351"/>
    <w:rsid w:val="00AD056F"/>
    <w:rsid w:val="00AD2773"/>
    <w:rsid w:val="00AD6731"/>
    <w:rsid w:val="00AD6E37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43FF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6CFD"/>
    <w:rsid w:val="00C6024B"/>
    <w:rsid w:val="00C625C7"/>
    <w:rsid w:val="00C63947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CF7A44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91746"/>
    <w:rsid w:val="00DA6FFE"/>
    <w:rsid w:val="00DC3110"/>
    <w:rsid w:val="00DD46F3"/>
    <w:rsid w:val="00DD58A6"/>
    <w:rsid w:val="00DE4B95"/>
    <w:rsid w:val="00DE56F2"/>
    <w:rsid w:val="00DF116D"/>
    <w:rsid w:val="00DF2043"/>
    <w:rsid w:val="00E032DB"/>
    <w:rsid w:val="00E40E10"/>
    <w:rsid w:val="00E46543"/>
    <w:rsid w:val="00E50AE8"/>
    <w:rsid w:val="00E57F90"/>
    <w:rsid w:val="00E60821"/>
    <w:rsid w:val="00E824F1"/>
    <w:rsid w:val="00E95485"/>
    <w:rsid w:val="00EB104F"/>
    <w:rsid w:val="00EC5B75"/>
    <w:rsid w:val="00ED14BD"/>
    <w:rsid w:val="00EE726C"/>
    <w:rsid w:val="00EF32A0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70F4B"/>
    <w:rsid w:val="00F804A7"/>
    <w:rsid w:val="00F862D6"/>
    <w:rsid w:val="00F86BA6"/>
    <w:rsid w:val="00F91222"/>
    <w:rsid w:val="00FA09E5"/>
    <w:rsid w:val="00FB0070"/>
    <w:rsid w:val="00FC6389"/>
    <w:rsid w:val="00FD2F51"/>
    <w:rsid w:val="00FE3455"/>
    <w:rsid w:val="00FE3D4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3</Pages>
  <Words>769</Words>
  <Characters>4540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6</cp:revision>
  <cp:lastPrinted>2024-12-17T14:13:00Z</cp:lastPrinted>
  <dcterms:created xsi:type="dcterms:W3CDTF">2024-12-17T14:14:00Z</dcterms:created>
  <dcterms:modified xsi:type="dcterms:W3CDTF">2024-12-17T14:54:00Z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